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977" w:rsidRPr="00F45B78" w:rsidRDefault="00CF0977" w:rsidP="00CF0977">
      <w:pPr>
        <w:ind w:rightChars="-74" w:right="31680" w:firstLineChars="512" w:firstLine="31680"/>
        <w:rPr>
          <w:rFonts w:ascii="仿宋" w:eastAsia="仿宋" w:hAnsi="仿宋" w:cs="Times New Roman"/>
          <w:sz w:val="48"/>
          <w:szCs w:val="48"/>
        </w:rPr>
      </w:pPr>
      <w:r w:rsidRPr="00F45B78">
        <w:rPr>
          <w:rFonts w:ascii="仿宋" w:eastAsia="仿宋" w:hAnsi="仿宋" w:cs="仿宋" w:hint="eastAsia"/>
          <w:sz w:val="48"/>
          <w:szCs w:val="48"/>
        </w:rPr>
        <w:t>社会保险变更登记表（空表）</w:t>
      </w:r>
    </w:p>
    <w:p w:rsidR="00CF0977" w:rsidRPr="00F45B78" w:rsidRDefault="00CF0977" w:rsidP="00AB7649">
      <w:pPr>
        <w:jc w:val="left"/>
        <w:rPr>
          <w:rFonts w:ascii="仿宋" w:eastAsia="仿宋" w:hAnsi="仿宋" w:cs="Times New Roman"/>
          <w:sz w:val="24"/>
          <w:szCs w:val="24"/>
        </w:rPr>
      </w:pPr>
    </w:p>
    <w:p w:rsidR="00CF0977" w:rsidRPr="00F45B78" w:rsidRDefault="00CF0977" w:rsidP="00F45B78">
      <w:pPr>
        <w:ind w:leftChars="-85" w:left="31680" w:hangingChars="75" w:firstLine="31680"/>
        <w:jc w:val="left"/>
        <w:rPr>
          <w:rFonts w:ascii="仿宋" w:eastAsia="仿宋" w:hAnsi="仿宋" w:cs="Times New Roman"/>
          <w:sz w:val="24"/>
          <w:szCs w:val="24"/>
        </w:rPr>
      </w:pPr>
      <w:r w:rsidRPr="00F45B78">
        <w:rPr>
          <w:rFonts w:ascii="仿宋" w:eastAsia="仿宋" w:hAnsi="仿宋" w:cs="仿宋" w:hint="eastAsia"/>
        </w:rPr>
        <w:t>单位名称（章）：</w:t>
      </w:r>
      <w:r w:rsidRPr="00F45B78">
        <w:rPr>
          <w:rFonts w:ascii="仿宋" w:eastAsia="仿宋" w:hAnsi="仿宋" w:cs="仿宋"/>
          <w:color w:val="000000"/>
          <w:sz w:val="24"/>
          <w:szCs w:val="24"/>
        </w:rPr>
        <w:t xml:space="preserve">      </w:t>
      </w:r>
      <w:r w:rsidRPr="00F45B78">
        <w:rPr>
          <w:rFonts w:ascii="仿宋" w:eastAsia="仿宋" w:hAnsi="仿宋" w:cs="仿宋"/>
        </w:rPr>
        <w:t xml:space="preserve">   </w:t>
      </w:r>
      <w:r w:rsidRPr="00F45B78">
        <w:rPr>
          <w:rFonts w:ascii="仿宋" w:eastAsia="仿宋" w:hAnsi="仿宋" w:cs="仿宋" w:hint="eastAsia"/>
        </w:rPr>
        <w:t>单位编号（五险）</w:t>
      </w:r>
      <w:r w:rsidRPr="00F45B78">
        <w:rPr>
          <w:rFonts w:ascii="仿宋" w:eastAsia="仿宋" w:hAnsi="仿宋" w:cs="仿宋"/>
        </w:rPr>
        <w:t xml:space="preserve">:         </w:t>
      </w:r>
      <w:r w:rsidRPr="00F45B78">
        <w:rPr>
          <w:rFonts w:ascii="仿宋" w:eastAsia="仿宋" w:hAnsi="仿宋" w:cs="仿宋" w:hint="eastAsia"/>
        </w:rPr>
        <w:t>（机保）</w:t>
      </w:r>
      <w:r w:rsidRPr="00F45B78">
        <w:rPr>
          <w:rFonts w:ascii="仿宋" w:eastAsia="仿宋" w:hAnsi="仿宋" w:cs="仿宋"/>
        </w:rPr>
        <w:t>:</w:t>
      </w:r>
    </w:p>
    <w:tbl>
      <w:tblPr>
        <w:tblW w:w="1063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184"/>
        <w:gridCol w:w="1272"/>
        <w:gridCol w:w="4064"/>
        <w:gridCol w:w="4119"/>
      </w:tblGrid>
      <w:tr w:rsidR="00CF0977" w:rsidRPr="00F45B78">
        <w:trPr>
          <w:trHeight w:val="375"/>
        </w:trPr>
        <w:tc>
          <w:tcPr>
            <w:tcW w:w="2449" w:type="dxa"/>
            <w:gridSpan w:val="3"/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变更事项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变更前</w:t>
            </w:r>
          </w:p>
        </w:tc>
        <w:tc>
          <w:tcPr>
            <w:tcW w:w="4119" w:type="dxa"/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变更后</w:t>
            </w:r>
          </w:p>
        </w:tc>
      </w:tr>
      <w:tr w:rsidR="00CF0977" w:rsidRPr="00F45B78">
        <w:trPr>
          <w:trHeight w:val="523"/>
        </w:trPr>
        <w:tc>
          <w:tcPr>
            <w:tcW w:w="2449" w:type="dxa"/>
            <w:gridSpan w:val="3"/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单位名称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</w:p>
        </w:tc>
      </w:tr>
      <w:tr w:rsidR="00CF0977" w:rsidRPr="00F45B78">
        <w:trPr>
          <w:trHeight w:val="523"/>
        </w:trPr>
        <w:tc>
          <w:tcPr>
            <w:tcW w:w="2449" w:type="dxa"/>
            <w:gridSpan w:val="3"/>
            <w:vAlign w:val="center"/>
          </w:tcPr>
          <w:p w:rsidR="00CF0977" w:rsidRPr="00F45B78" w:rsidRDefault="00CF0977" w:rsidP="005B3D0E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统一社会信用代码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CF0977" w:rsidRPr="00F45B78">
        <w:trPr>
          <w:trHeight w:val="523"/>
        </w:trPr>
        <w:tc>
          <w:tcPr>
            <w:tcW w:w="2449" w:type="dxa"/>
            <w:gridSpan w:val="3"/>
            <w:vAlign w:val="center"/>
          </w:tcPr>
          <w:p w:rsidR="00CF0977" w:rsidRPr="00F45B78" w:rsidRDefault="00CF0977" w:rsidP="005B3D0E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单位类型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CF0977" w:rsidRPr="00F45B78">
        <w:trPr>
          <w:trHeight w:val="523"/>
        </w:trPr>
        <w:tc>
          <w:tcPr>
            <w:tcW w:w="2449" w:type="dxa"/>
            <w:gridSpan w:val="3"/>
            <w:vAlign w:val="center"/>
          </w:tcPr>
          <w:p w:rsidR="00CF0977" w:rsidRPr="00F45B78" w:rsidRDefault="00CF0977" w:rsidP="005B3D0E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事业单位性质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CF0977" w:rsidRPr="00F45B78">
        <w:trPr>
          <w:trHeight w:val="523"/>
        </w:trPr>
        <w:tc>
          <w:tcPr>
            <w:tcW w:w="2449" w:type="dxa"/>
            <w:gridSpan w:val="3"/>
            <w:vAlign w:val="center"/>
          </w:tcPr>
          <w:p w:rsidR="00CF0977" w:rsidRPr="00F45B78" w:rsidRDefault="00CF0977" w:rsidP="005B3D0E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事业单位经费来源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CF0977" w:rsidRPr="00F45B78">
        <w:trPr>
          <w:trHeight w:val="487"/>
        </w:trPr>
        <w:tc>
          <w:tcPr>
            <w:tcW w:w="117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法定代表人或负责人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姓</w:t>
            </w:r>
            <w:r w:rsidRPr="00F45B78">
              <w:rPr>
                <w:rFonts w:ascii="仿宋" w:eastAsia="仿宋" w:hAnsi="仿宋" w:cs="仿宋"/>
              </w:rPr>
              <w:t xml:space="preserve"> </w:t>
            </w:r>
            <w:r w:rsidRPr="00F45B78">
              <w:rPr>
                <w:rFonts w:ascii="仿宋" w:eastAsia="仿宋" w:hAnsi="仿宋" w:cs="仿宋" w:hint="eastAsia"/>
              </w:rPr>
              <w:t>名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CF0977" w:rsidRPr="00F45B78">
        <w:trPr>
          <w:trHeight w:val="421"/>
        </w:trPr>
        <w:tc>
          <w:tcPr>
            <w:tcW w:w="11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272" w:type="dxa"/>
            <w:tcBorders>
              <w:left w:val="single" w:sz="4" w:space="0" w:color="auto"/>
            </w:tcBorders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证件名称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CF0977" w:rsidRPr="00F45B78">
        <w:trPr>
          <w:trHeight w:val="555"/>
        </w:trPr>
        <w:tc>
          <w:tcPr>
            <w:tcW w:w="11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272" w:type="dxa"/>
            <w:tcBorders>
              <w:left w:val="single" w:sz="4" w:space="0" w:color="auto"/>
            </w:tcBorders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证件号码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CF0977" w:rsidRPr="00F45B78">
        <w:trPr>
          <w:trHeight w:val="519"/>
        </w:trPr>
        <w:tc>
          <w:tcPr>
            <w:tcW w:w="117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272" w:type="dxa"/>
            <w:tcBorders>
              <w:left w:val="single" w:sz="4" w:space="0" w:color="auto"/>
            </w:tcBorders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办公电话、</w:t>
            </w:r>
          </w:p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手机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CF0977" w:rsidRPr="00F45B78">
        <w:trPr>
          <w:trHeight w:val="487"/>
        </w:trPr>
        <w:tc>
          <w:tcPr>
            <w:tcW w:w="117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单位专管员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姓</w:t>
            </w:r>
            <w:r w:rsidRPr="00F45B78">
              <w:rPr>
                <w:rFonts w:ascii="仿宋" w:eastAsia="仿宋" w:hAnsi="仿宋" w:cs="仿宋"/>
              </w:rPr>
              <w:t xml:space="preserve"> </w:t>
            </w:r>
            <w:r w:rsidRPr="00F45B78">
              <w:rPr>
                <w:rFonts w:ascii="仿宋" w:eastAsia="仿宋" w:hAnsi="仿宋" w:cs="仿宋" w:hint="eastAsia"/>
              </w:rPr>
              <w:t>名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CF0977" w:rsidRPr="00F45B78">
        <w:trPr>
          <w:trHeight w:val="461"/>
        </w:trPr>
        <w:tc>
          <w:tcPr>
            <w:tcW w:w="11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272" w:type="dxa"/>
            <w:tcBorders>
              <w:left w:val="single" w:sz="4" w:space="0" w:color="auto"/>
            </w:tcBorders>
            <w:vAlign w:val="center"/>
          </w:tcPr>
          <w:p w:rsidR="00CF0977" w:rsidRPr="00F45B78" w:rsidRDefault="00CF0977" w:rsidP="002361FE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办公电话、</w:t>
            </w:r>
          </w:p>
          <w:p w:rsidR="00CF0977" w:rsidRPr="00F45B78" w:rsidRDefault="00CF0977" w:rsidP="002361FE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手机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CF0977" w:rsidRPr="00F45B78">
        <w:trPr>
          <w:trHeight w:val="466"/>
        </w:trPr>
        <w:tc>
          <w:tcPr>
            <w:tcW w:w="244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977" w:rsidRPr="00F45B78" w:rsidRDefault="00CF0977" w:rsidP="005B3D0E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单位注册地址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5B3D0E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5B3D0E">
            <w:pPr>
              <w:jc w:val="center"/>
              <w:rPr>
                <w:rFonts w:ascii="仿宋" w:eastAsia="仿宋" w:hAnsi="仿宋" w:cs="Times New Roman"/>
              </w:rPr>
            </w:pPr>
          </w:p>
        </w:tc>
      </w:tr>
      <w:tr w:rsidR="00CF0977" w:rsidRPr="00F45B78">
        <w:trPr>
          <w:trHeight w:val="466"/>
        </w:trPr>
        <w:tc>
          <w:tcPr>
            <w:tcW w:w="244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977" w:rsidRPr="00F45B78" w:rsidRDefault="00CF0977" w:rsidP="005B3D0E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单位通讯地址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5B3D0E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5B3D0E">
            <w:pPr>
              <w:jc w:val="center"/>
              <w:rPr>
                <w:rFonts w:ascii="仿宋" w:eastAsia="仿宋" w:hAnsi="仿宋" w:cs="Times New Roman"/>
              </w:rPr>
            </w:pPr>
          </w:p>
        </w:tc>
      </w:tr>
      <w:tr w:rsidR="00CF0977" w:rsidRPr="00F45B78">
        <w:trPr>
          <w:trHeight w:val="466"/>
        </w:trPr>
        <w:tc>
          <w:tcPr>
            <w:tcW w:w="244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977" w:rsidRPr="00F45B78" w:rsidRDefault="00CF0977" w:rsidP="005B3D0E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邮政编码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5B3D0E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5B3D0E">
            <w:pPr>
              <w:jc w:val="center"/>
              <w:rPr>
                <w:rFonts w:ascii="仿宋" w:eastAsia="仿宋" w:hAnsi="仿宋" w:cs="Times New Roman"/>
              </w:rPr>
            </w:pPr>
          </w:p>
        </w:tc>
      </w:tr>
      <w:tr w:rsidR="00CF0977" w:rsidRPr="00F45B78">
        <w:trPr>
          <w:trHeight w:val="466"/>
        </w:trPr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0977" w:rsidRPr="00F45B78" w:rsidRDefault="00CF0977" w:rsidP="00C52C4F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单位基本户银行信息</w:t>
            </w:r>
          </w:p>
        </w:tc>
        <w:tc>
          <w:tcPr>
            <w:tcW w:w="1456" w:type="dxa"/>
            <w:gridSpan w:val="2"/>
            <w:tcBorders>
              <w:left w:val="single" w:sz="4" w:space="0" w:color="auto"/>
            </w:tcBorders>
            <w:vAlign w:val="center"/>
          </w:tcPr>
          <w:p w:rsidR="00CF0977" w:rsidRPr="00F45B78" w:rsidRDefault="00CF0977" w:rsidP="005B3D0E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开户银行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5B3D0E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5B3D0E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CF0977" w:rsidRPr="00F45B78">
        <w:trPr>
          <w:trHeight w:val="533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CF0977" w:rsidRPr="00F45B78" w:rsidRDefault="00CF0977" w:rsidP="005B3F0F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456" w:type="dxa"/>
            <w:gridSpan w:val="2"/>
            <w:tcBorders>
              <w:left w:val="single" w:sz="4" w:space="0" w:color="auto"/>
            </w:tcBorders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开户名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CF0977" w:rsidRPr="00F45B78">
        <w:trPr>
          <w:trHeight w:val="466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CF0977" w:rsidRPr="00F45B78" w:rsidRDefault="00CF0977" w:rsidP="005B3F0F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456" w:type="dxa"/>
            <w:gridSpan w:val="2"/>
            <w:tcBorders>
              <w:left w:val="single" w:sz="4" w:space="0" w:color="auto"/>
            </w:tcBorders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银行账号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CF0977" w:rsidRPr="00F45B78">
        <w:trPr>
          <w:trHeight w:val="473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CF0977" w:rsidRPr="00F45B78" w:rsidRDefault="00CF0977" w:rsidP="00C52C4F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单位零余额户银行信息</w:t>
            </w:r>
          </w:p>
        </w:tc>
        <w:tc>
          <w:tcPr>
            <w:tcW w:w="1456" w:type="dxa"/>
            <w:gridSpan w:val="2"/>
            <w:tcBorders>
              <w:left w:val="single" w:sz="4" w:space="0" w:color="auto"/>
            </w:tcBorders>
            <w:vAlign w:val="center"/>
          </w:tcPr>
          <w:p w:rsidR="00CF0977" w:rsidRPr="00F45B78" w:rsidRDefault="00CF0977" w:rsidP="00B97651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开户银行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CF0977" w:rsidRPr="00F45B78">
        <w:trPr>
          <w:trHeight w:val="473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CF0977" w:rsidRPr="00F45B78" w:rsidRDefault="00CF0977" w:rsidP="005B3F0F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456" w:type="dxa"/>
            <w:gridSpan w:val="2"/>
            <w:tcBorders>
              <w:left w:val="single" w:sz="4" w:space="0" w:color="auto"/>
            </w:tcBorders>
            <w:vAlign w:val="center"/>
          </w:tcPr>
          <w:p w:rsidR="00CF0977" w:rsidRPr="00F45B78" w:rsidRDefault="00CF0977" w:rsidP="00B97651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开户名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CF0977" w:rsidRPr="00F45B78">
        <w:trPr>
          <w:trHeight w:val="482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CF0977" w:rsidRPr="00F45B78" w:rsidRDefault="00CF0977" w:rsidP="005B3F0F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456" w:type="dxa"/>
            <w:gridSpan w:val="2"/>
            <w:tcBorders>
              <w:left w:val="single" w:sz="4" w:space="0" w:color="auto"/>
            </w:tcBorders>
            <w:vAlign w:val="center"/>
          </w:tcPr>
          <w:p w:rsidR="00CF0977" w:rsidRPr="00F45B78" w:rsidRDefault="00CF0977" w:rsidP="00B97651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银行账号</w:t>
            </w:r>
          </w:p>
        </w:tc>
        <w:tc>
          <w:tcPr>
            <w:tcW w:w="4064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4119" w:type="dxa"/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CF0977" w:rsidRPr="00F45B78">
        <w:trPr>
          <w:trHeight w:val="407"/>
        </w:trPr>
        <w:tc>
          <w:tcPr>
            <w:tcW w:w="2449" w:type="dxa"/>
            <w:gridSpan w:val="3"/>
            <w:tcBorders>
              <w:bottom w:val="single" w:sz="4" w:space="0" w:color="auto"/>
            </w:tcBorders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缴费方式</w:t>
            </w:r>
          </w:p>
        </w:tc>
        <w:tc>
          <w:tcPr>
            <w:tcW w:w="4064" w:type="dxa"/>
            <w:tcBorders>
              <w:bottom w:val="single" w:sz="4" w:space="0" w:color="auto"/>
            </w:tcBorders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4119" w:type="dxa"/>
            <w:tcBorders>
              <w:bottom w:val="single" w:sz="4" w:space="0" w:color="auto"/>
            </w:tcBorders>
            <w:vAlign w:val="center"/>
          </w:tcPr>
          <w:p w:rsidR="00CF0977" w:rsidRPr="00F45B78" w:rsidRDefault="00CF0977" w:rsidP="00295731">
            <w:pPr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CF0977" w:rsidRPr="00F45B78">
        <w:trPr>
          <w:trHeight w:val="1189"/>
        </w:trPr>
        <w:tc>
          <w:tcPr>
            <w:tcW w:w="2449" w:type="dxa"/>
            <w:gridSpan w:val="3"/>
            <w:tcBorders>
              <w:top w:val="single" w:sz="4" w:space="0" w:color="auto"/>
            </w:tcBorders>
            <w:vAlign w:val="center"/>
          </w:tcPr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 w:hint="eastAsia"/>
              </w:rPr>
              <w:t>单位承诺</w:t>
            </w:r>
          </w:p>
        </w:tc>
        <w:tc>
          <w:tcPr>
            <w:tcW w:w="8183" w:type="dxa"/>
            <w:gridSpan w:val="2"/>
            <w:tcBorders>
              <w:top w:val="single" w:sz="4" w:space="0" w:color="auto"/>
            </w:tcBorders>
            <w:vAlign w:val="center"/>
          </w:tcPr>
          <w:p w:rsidR="00CF0977" w:rsidRPr="00F45B78" w:rsidRDefault="00CF0977" w:rsidP="00A30C48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F45B78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以上项目填写真实，若与实际情况不符，愿承担责任。</w:t>
            </w:r>
          </w:p>
          <w:p w:rsidR="00CF0977" w:rsidRPr="00F45B78" w:rsidRDefault="00CF0977" w:rsidP="00A30C48">
            <w:pPr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F45B78">
              <w:rPr>
                <w:rFonts w:ascii="仿宋" w:eastAsia="仿宋" w:hAnsi="仿宋" w:cs="仿宋" w:hint="eastAsia"/>
                <w:sz w:val="24"/>
                <w:szCs w:val="24"/>
              </w:rPr>
              <w:t>单位经办人及电话：</w:t>
            </w:r>
            <w:r w:rsidRPr="00F45B78">
              <w:rPr>
                <w:rFonts w:ascii="仿宋" w:eastAsia="仿宋" w:hAnsi="仿宋" w:cs="仿宋"/>
                <w:sz w:val="24"/>
                <w:szCs w:val="24"/>
              </w:rPr>
              <w:t xml:space="preserve">                         </w:t>
            </w:r>
            <w:r w:rsidRPr="00F45B78">
              <w:rPr>
                <w:rFonts w:ascii="仿宋" w:eastAsia="仿宋" w:hAnsi="仿宋" w:cs="仿宋" w:hint="eastAsia"/>
                <w:sz w:val="24"/>
                <w:szCs w:val="24"/>
              </w:rPr>
              <w:t>单位负责人：</w:t>
            </w:r>
          </w:p>
          <w:p w:rsidR="00CF0977" w:rsidRPr="00F45B78" w:rsidRDefault="00CF0977" w:rsidP="00747F18">
            <w:pPr>
              <w:jc w:val="center"/>
              <w:rPr>
                <w:rFonts w:ascii="仿宋" w:eastAsia="仿宋" w:hAnsi="仿宋" w:cs="Times New Roman"/>
              </w:rPr>
            </w:pPr>
            <w:r w:rsidRPr="00F45B78">
              <w:rPr>
                <w:rFonts w:ascii="仿宋" w:eastAsia="仿宋" w:hAnsi="仿宋" w:cs="仿宋"/>
              </w:rPr>
              <w:t xml:space="preserve">                                              </w:t>
            </w:r>
            <w:r w:rsidRPr="00F45B78">
              <w:rPr>
                <w:rFonts w:ascii="仿宋" w:eastAsia="仿宋" w:hAnsi="仿宋" w:cs="仿宋" w:hint="eastAsia"/>
              </w:rPr>
              <w:t>日期：</w:t>
            </w:r>
            <w:r w:rsidRPr="00F45B78">
              <w:rPr>
                <w:rFonts w:ascii="仿宋" w:eastAsia="仿宋" w:hAnsi="仿宋" w:cs="仿宋"/>
              </w:rPr>
              <w:t xml:space="preserve">   </w:t>
            </w:r>
            <w:r w:rsidRPr="00F45B78">
              <w:rPr>
                <w:rFonts w:ascii="仿宋" w:eastAsia="仿宋" w:hAnsi="仿宋" w:cs="仿宋" w:hint="eastAsia"/>
              </w:rPr>
              <w:t>年</w:t>
            </w:r>
            <w:r w:rsidRPr="00F45B78">
              <w:rPr>
                <w:rFonts w:ascii="仿宋" w:eastAsia="仿宋" w:hAnsi="仿宋" w:cs="仿宋"/>
              </w:rPr>
              <w:t xml:space="preserve">  </w:t>
            </w:r>
            <w:r w:rsidRPr="00F45B78">
              <w:rPr>
                <w:rFonts w:ascii="仿宋" w:eastAsia="仿宋" w:hAnsi="仿宋" w:cs="仿宋" w:hint="eastAsia"/>
              </w:rPr>
              <w:t>月</w:t>
            </w:r>
            <w:r w:rsidRPr="00F45B78">
              <w:rPr>
                <w:rFonts w:ascii="仿宋" w:eastAsia="仿宋" w:hAnsi="仿宋" w:cs="仿宋"/>
              </w:rPr>
              <w:t xml:space="preserve">  </w:t>
            </w:r>
            <w:r w:rsidRPr="00F45B78">
              <w:rPr>
                <w:rFonts w:ascii="仿宋" w:eastAsia="仿宋" w:hAnsi="仿宋" w:cs="仿宋" w:hint="eastAsia"/>
              </w:rPr>
              <w:t>日</w:t>
            </w:r>
          </w:p>
        </w:tc>
      </w:tr>
    </w:tbl>
    <w:p w:rsidR="00CF0977" w:rsidRPr="00F45B78" w:rsidRDefault="00CF0977" w:rsidP="00A30C48">
      <w:pPr>
        <w:spacing w:line="420" w:lineRule="exact"/>
        <w:rPr>
          <w:rFonts w:ascii="仿宋" w:eastAsia="仿宋" w:hAnsi="仿宋" w:cs="Times New Roman"/>
          <w:sz w:val="24"/>
          <w:szCs w:val="24"/>
        </w:rPr>
      </w:pPr>
      <w:r w:rsidRPr="00F45B78">
        <w:rPr>
          <w:rFonts w:ascii="仿宋" w:eastAsia="仿宋" w:hAnsi="仿宋" w:cs="仿宋" w:hint="eastAsia"/>
          <w:sz w:val="24"/>
          <w:szCs w:val="24"/>
        </w:rPr>
        <w:t>注：不变更的项目请不用填写。</w:t>
      </w:r>
    </w:p>
    <w:p w:rsidR="00CF0977" w:rsidRPr="00F45B78" w:rsidRDefault="00CF0977" w:rsidP="00F45B78">
      <w:pPr>
        <w:ind w:left="31680" w:hangingChars="1500" w:firstLine="31680"/>
        <w:jc w:val="left"/>
        <w:rPr>
          <w:rFonts w:ascii="仿宋" w:eastAsia="仿宋" w:hAnsi="仿宋" w:cs="Times New Roman"/>
          <w:sz w:val="24"/>
          <w:szCs w:val="24"/>
        </w:rPr>
      </w:pPr>
      <w:r w:rsidRPr="00F45B78">
        <w:rPr>
          <w:rFonts w:ascii="仿宋" w:eastAsia="仿宋" w:hAnsi="仿宋" w:cs="仿宋" w:hint="eastAsia"/>
          <w:sz w:val="24"/>
          <w:szCs w:val="24"/>
        </w:rPr>
        <w:t>社保</w:t>
      </w:r>
      <w:r w:rsidRPr="00F45B78">
        <w:rPr>
          <w:rFonts w:ascii="仿宋" w:eastAsia="仿宋" w:hAnsi="仿宋" w:cs="仿宋" w:hint="eastAsia"/>
          <w:color w:val="000000"/>
          <w:sz w:val="24"/>
          <w:szCs w:val="24"/>
        </w:rPr>
        <w:t>经办</w:t>
      </w:r>
      <w:r w:rsidRPr="00F45B78">
        <w:rPr>
          <w:rFonts w:ascii="仿宋" w:eastAsia="仿宋" w:hAnsi="仿宋" w:cs="仿宋" w:hint="eastAsia"/>
          <w:sz w:val="24"/>
          <w:szCs w:val="24"/>
        </w:rPr>
        <w:t>机构经办人：</w:t>
      </w:r>
      <w:r w:rsidRPr="00F45B78">
        <w:rPr>
          <w:rFonts w:ascii="仿宋" w:eastAsia="仿宋" w:hAnsi="仿宋" w:cs="仿宋"/>
          <w:sz w:val="24"/>
          <w:szCs w:val="24"/>
        </w:rPr>
        <w:t xml:space="preserve">              </w:t>
      </w:r>
      <w:r w:rsidRPr="00F45B78">
        <w:rPr>
          <w:rFonts w:ascii="仿宋" w:eastAsia="仿宋" w:hAnsi="仿宋" w:cs="仿宋" w:hint="eastAsia"/>
          <w:sz w:val="24"/>
          <w:szCs w:val="24"/>
        </w:rPr>
        <w:t>社保</w:t>
      </w:r>
      <w:r w:rsidRPr="00F45B78">
        <w:rPr>
          <w:rFonts w:ascii="仿宋" w:eastAsia="仿宋" w:hAnsi="仿宋" w:cs="仿宋" w:hint="eastAsia"/>
          <w:color w:val="000000"/>
          <w:sz w:val="24"/>
          <w:szCs w:val="24"/>
        </w:rPr>
        <w:t>经办</w:t>
      </w:r>
      <w:r w:rsidRPr="00F45B78">
        <w:rPr>
          <w:rFonts w:ascii="仿宋" w:eastAsia="仿宋" w:hAnsi="仿宋" w:cs="仿宋" w:hint="eastAsia"/>
          <w:sz w:val="24"/>
          <w:szCs w:val="24"/>
        </w:rPr>
        <w:t>机构审核人：</w:t>
      </w:r>
    </w:p>
    <w:p w:rsidR="00CF0977" w:rsidRPr="00F45B78" w:rsidRDefault="00CF0977" w:rsidP="00F45B78">
      <w:pPr>
        <w:ind w:leftChars="1710" w:left="31680" w:firstLineChars="800" w:firstLine="31680"/>
        <w:jc w:val="left"/>
        <w:rPr>
          <w:rFonts w:ascii="仿宋" w:eastAsia="仿宋" w:hAnsi="仿宋" w:cs="Times New Roman"/>
          <w:sz w:val="24"/>
          <w:szCs w:val="24"/>
        </w:rPr>
      </w:pPr>
      <w:r w:rsidRPr="00F45B78">
        <w:rPr>
          <w:rFonts w:ascii="仿宋" w:eastAsia="仿宋" w:hAnsi="仿宋" w:cs="仿宋"/>
          <w:sz w:val="24"/>
          <w:szCs w:val="24"/>
        </w:rPr>
        <w:t xml:space="preserve">                    </w:t>
      </w:r>
      <w:r w:rsidRPr="00F45B78">
        <w:rPr>
          <w:rFonts w:ascii="仿宋" w:eastAsia="仿宋" w:hAnsi="仿宋" w:cs="仿宋" w:hint="eastAsia"/>
          <w:sz w:val="24"/>
          <w:szCs w:val="24"/>
        </w:rPr>
        <w:t>社保经办机构（章）</w:t>
      </w:r>
    </w:p>
    <w:p w:rsidR="00CF0977" w:rsidRPr="00F45B78" w:rsidRDefault="00CF0977" w:rsidP="0042036C">
      <w:pPr>
        <w:ind w:firstLineChars="50" w:firstLine="31680"/>
        <w:jc w:val="left"/>
        <w:rPr>
          <w:rFonts w:ascii="仿宋" w:eastAsia="仿宋" w:hAnsi="仿宋" w:cs="Times New Roman"/>
          <w:b/>
          <w:bCs/>
          <w:color w:val="FF0000"/>
          <w:sz w:val="24"/>
          <w:szCs w:val="24"/>
        </w:rPr>
      </w:pPr>
      <w:r w:rsidRPr="00F45B78">
        <w:rPr>
          <w:rFonts w:ascii="仿宋" w:eastAsia="仿宋" w:hAnsi="仿宋" w:cs="仿宋"/>
          <w:sz w:val="24"/>
          <w:szCs w:val="24"/>
        </w:rPr>
        <w:t xml:space="preserve">                                                     </w:t>
      </w:r>
      <w:r w:rsidRPr="00F45B78">
        <w:rPr>
          <w:rFonts w:ascii="仿宋" w:eastAsia="仿宋" w:hAnsi="仿宋" w:cs="仿宋" w:hint="eastAsia"/>
          <w:sz w:val="24"/>
          <w:szCs w:val="24"/>
        </w:rPr>
        <w:t>受理日期：</w:t>
      </w:r>
      <w:r w:rsidRPr="00F45B78">
        <w:rPr>
          <w:rFonts w:ascii="仿宋" w:eastAsia="仿宋" w:hAnsi="仿宋" w:cs="仿宋"/>
          <w:sz w:val="24"/>
          <w:szCs w:val="24"/>
        </w:rPr>
        <w:t xml:space="preserve">    </w:t>
      </w:r>
      <w:r w:rsidRPr="00F45B78">
        <w:rPr>
          <w:rFonts w:ascii="仿宋" w:eastAsia="仿宋" w:hAnsi="仿宋" w:cs="仿宋" w:hint="eastAsia"/>
          <w:sz w:val="24"/>
          <w:szCs w:val="24"/>
        </w:rPr>
        <w:t>年</w:t>
      </w:r>
      <w:r w:rsidRPr="00F45B78">
        <w:rPr>
          <w:rFonts w:ascii="仿宋" w:eastAsia="仿宋" w:hAnsi="仿宋" w:cs="仿宋"/>
          <w:sz w:val="24"/>
          <w:szCs w:val="24"/>
        </w:rPr>
        <w:t xml:space="preserve">   </w:t>
      </w:r>
      <w:r w:rsidRPr="00F45B78">
        <w:rPr>
          <w:rFonts w:ascii="仿宋" w:eastAsia="仿宋" w:hAnsi="仿宋" w:cs="仿宋" w:hint="eastAsia"/>
          <w:sz w:val="24"/>
          <w:szCs w:val="24"/>
        </w:rPr>
        <w:t>月</w:t>
      </w:r>
      <w:r w:rsidRPr="00F45B78">
        <w:rPr>
          <w:rFonts w:ascii="仿宋" w:eastAsia="仿宋" w:hAnsi="仿宋" w:cs="仿宋"/>
          <w:sz w:val="24"/>
          <w:szCs w:val="24"/>
        </w:rPr>
        <w:t xml:space="preserve">   </w:t>
      </w:r>
      <w:r w:rsidRPr="00F45B78">
        <w:rPr>
          <w:rFonts w:ascii="仿宋" w:eastAsia="仿宋" w:hAnsi="仿宋" w:cs="仿宋" w:hint="eastAsia"/>
          <w:sz w:val="24"/>
          <w:szCs w:val="24"/>
        </w:rPr>
        <w:t>日</w:t>
      </w:r>
    </w:p>
    <w:sectPr w:rsidR="00CF0977" w:rsidRPr="00F45B78" w:rsidSect="00AB7649">
      <w:pgSz w:w="11906" w:h="16838"/>
      <w:pgMar w:top="851" w:right="991" w:bottom="993" w:left="99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977" w:rsidRPr="006E187B" w:rsidRDefault="00CF0977" w:rsidP="00AB7649">
      <w:pPr>
        <w:rPr>
          <w:rFonts w:ascii="Verdana" w:eastAsia="仿宋_GB2312" w:hAnsi="Verdana" w:cs="Times New Roman"/>
          <w:b/>
          <w:bCs/>
          <w:sz w:val="24"/>
          <w:szCs w:val="24"/>
          <w:lang w:eastAsia="en-US"/>
        </w:rPr>
      </w:pPr>
      <w:r>
        <w:rPr>
          <w:rFonts w:cs="Times New Roman"/>
        </w:rPr>
        <w:separator/>
      </w:r>
    </w:p>
  </w:endnote>
  <w:endnote w:type="continuationSeparator" w:id="0">
    <w:p w:rsidR="00CF0977" w:rsidRPr="006E187B" w:rsidRDefault="00CF0977" w:rsidP="00AB7649">
      <w:pPr>
        <w:rPr>
          <w:rFonts w:ascii="Verdana" w:eastAsia="仿宋_GB2312" w:hAnsi="Verdana" w:cs="Times New Roman"/>
          <w:b/>
          <w:bCs/>
          <w:sz w:val="24"/>
          <w:szCs w:val="24"/>
          <w:lang w:eastAsia="en-US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977" w:rsidRPr="006E187B" w:rsidRDefault="00CF0977" w:rsidP="00AB7649">
      <w:pPr>
        <w:rPr>
          <w:rFonts w:ascii="Verdana" w:eastAsia="仿宋_GB2312" w:hAnsi="Verdana" w:cs="Times New Roman"/>
          <w:b/>
          <w:bCs/>
          <w:sz w:val="24"/>
          <w:szCs w:val="24"/>
          <w:lang w:eastAsia="en-US"/>
        </w:rPr>
      </w:pPr>
      <w:r>
        <w:rPr>
          <w:rFonts w:cs="Times New Roman"/>
        </w:rPr>
        <w:separator/>
      </w:r>
    </w:p>
  </w:footnote>
  <w:footnote w:type="continuationSeparator" w:id="0">
    <w:p w:rsidR="00CF0977" w:rsidRPr="006E187B" w:rsidRDefault="00CF0977" w:rsidP="00AB7649">
      <w:pPr>
        <w:rPr>
          <w:rFonts w:ascii="Verdana" w:eastAsia="仿宋_GB2312" w:hAnsi="Verdana" w:cs="Times New Roman"/>
          <w:b/>
          <w:bCs/>
          <w:sz w:val="24"/>
          <w:szCs w:val="24"/>
          <w:lang w:eastAsia="en-US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7649"/>
    <w:rsid w:val="000022FF"/>
    <w:rsid w:val="00002D58"/>
    <w:rsid w:val="00011617"/>
    <w:rsid w:val="00023CA2"/>
    <w:rsid w:val="00024AF6"/>
    <w:rsid w:val="0002509C"/>
    <w:rsid w:val="00072CC3"/>
    <w:rsid w:val="0008680A"/>
    <w:rsid w:val="00087284"/>
    <w:rsid w:val="000C2F2E"/>
    <w:rsid w:val="000D1E30"/>
    <w:rsid w:val="000D3B3C"/>
    <w:rsid w:val="0010521C"/>
    <w:rsid w:val="00131D26"/>
    <w:rsid w:val="0014024B"/>
    <w:rsid w:val="00147D71"/>
    <w:rsid w:val="001531BB"/>
    <w:rsid w:val="00160F47"/>
    <w:rsid w:val="001621A6"/>
    <w:rsid w:val="001712B6"/>
    <w:rsid w:val="00177760"/>
    <w:rsid w:val="001A2801"/>
    <w:rsid w:val="001A7A15"/>
    <w:rsid w:val="001C619A"/>
    <w:rsid w:val="001D71CD"/>
    <w:rsid w:val="001E31AB"/>
    <w:rsid w:val="001E38E4"/>
    <w:rsid w:val="001F6FFE"/>
    <w:rsid w:val="002122EA"/>
    <w:rsid w:val="00215F35"/>
    <w:rsid w:val="002215CB"/>
    <w:rsid w:val="00221684"/>
    <w:rsid w:val="002361FE"/>
    <w:rsid w:val="0024285E"/>
    <w:rsid w:val="00251CEE"/>
    <w:rsid w:val="002918F7"/>
    <w:rsid w:val="00295731"/>
    <w:rsid w:val="002C7025"/>
    <w:rsid w:val="002D0FCA"/>
    <w:rsid w:val="002D1E96"/>
    <w:rsid w:val="002D5A25"/>
    <w:rsid w:val="002E49AE"/>
    <w:rsid w:val="002E6A42"/>
    <w:rsid w:val="002E7B18"/>
    <w:rsid w:val="003247E2"/>
    <w:rsid w:val="0034537B"/>
    <w:rsid w:val="00363D3D"/>
    <w:rsid w:val="00377457"/>
    <w:rsid w:val="0038579F"/>
    <w:rsid w:val="003910F0"/>
    <w:rsid w:val="003A460A"/>
    <w:rsid w:val="003D7D02"/>
    <w:rsid w:val="003E1357"/>
    <w:rsid w:val="003E1A0B"/>
    <w:rsid w:val="0042036C"/>
    <w:rsid w:val="00431C2F"/>
    <w:rsid w:val="004562D3"/>
    <w:rsid w:val="00494127"/>
    <w:rsid w:val="004A30D3"/>
    <w:rsid w:val="004A34C2"/>
    <w:rsid w:val="004F590C"/>
    <w:rsid w:val="005017FF"/>
    <w:rsid w:val="0051249B"/>
    <w:rsid w:val="00514FC5"/>
    <w:rsid w:val="005173A4"/>
    <w:rsid w:val="00570842"/>
    <w:rsid w:val="005B3D0E"/>
    <w:rsid w:val="005B3F0F"/>
    <w:rsid w:val="006143E8"/>
    <w:rsid w:val="00636EEC"/>
    <w:rsid w:val="006506BB"/>
    <w:rsid w:val="00653C0A"/>
    <w:rsid w:val="006877A8"/>
    <w:rsid w:val="006A4BC8"/>
    <w:rsid w:val="006C2B72"/>
    <w:rsid w:val="006D1E4D"/>
    <w:rsid w:val="006E187B"/>
    <w:rsid w:val="00716D31"/>
    <w:rsid w:val="007300BD"/>
    <w:rsid w:val="00732B28"/>
    <w:rsid w:val="007356BF"/>
    <w:rsid w:val="00742E54"/>
    <w:rsid w:val="00747F18"/>
    <w:rsid w:val="007505C0"/>
    <w:rsid w:val="0078119D"/>
    <w:rsid w:val="007939D8"/>
    <w:rsid w:val="007B0C5B"/>
    <w:rsid w:val="007C1106"/>
    <w:rsid w:val="007D489E"/>
    <w:rsid w:val="007D4DBC"/>
    <w:rsid w:val="007F3103"/>
    <w:rsid w:val="007F708A"/>
    <w:rsid w:val="008206BB"/>
    <w:rsid w:val="008333D2"/>
    <w:rsid w:val="00851824"/>
    <w:rsid w:val="008620F6"/>
    <w:rsid w:val="00874966"/>
    <w:rsid w:val="00877CD6"/>
    <w:rsid w:val="008C23B2"/>
    <w:rsid w:val="008C64CE"/>
    <w:rsid w:val="00902E1E"/>
    <w:rsid w:val="009315FD"/>
    <w:rsid w:val="00932CEE"/>
    <w:rsid w:val="009445B4"/>
    <w:rsid w:val="00966327"/>
    <w:rsid w:val="00970D0F"/>
    <w:rsid w:val="00973286"/>
    <w:rsid w:val="0098039B"/>
    <w:rsid w:val="0098501C"/>
    <w:rsid w:val="0099550D"/>
    <w:rsid w:val="009A14AF"/>
    <w:rsid w:val="009A7F0D"/>
    <w:rsid w:val="009A7FD8"/>
    <w:rsid w:val="009B2DF4"/>
    <w:rsid w:val="009B6E1F"/>
    <w:rsid w:val="00A16F41"/>
    <w:rsid w:val="00A30C48"/>
    <w:rsid w:val="00A53A10"/>
    <w:rsid w:val="00A54CE3"/>
    <w:rsid w:val="00A96387"/>
    <w:rsid w:val="00AB7649"/>
    <w:rsid w:val="00AB7D79"/>
    <w:rsid w:val="00AC4DC6"/>
    <w:rsid w:val="00AC7AA2"/>
    <w:rsid w:val="00AD596C"/>
    <w:rsid w:val="00AE6561"/>
    <w:rsid w:val="00AF2C56"/>
    <w:rsid w:val="00AF5156"/>
    <w:rsid w:val="00B0708D"/>
    <w:rsid w:val="00B14938"/>
    <w:rsid w:val="00B15D2A"/>
    <w:rsid w:val="00B4600A"/>
    <w:rsid w:val="00B4689B"/>
    <w:rsid w:val="00B511D3"/>
    <w:rsid w:val="00B61139"/>
    <w:rsid w:val="00B63065"/>
    <w:rsid w:val="00B75049"/>
    <w:rsid w:val="00B817CE"/>
    <w:rsid w:val="00B82CD0"/>
    <w:rsid w:val="00B84303"/>
    <w:rsid w:val="00B86E10"/>
    <w:rsid w:val="00B97651"/>
    <w:rsid w:val="00BC63A1"/>
    <w:rsid w:val="00BC7258"/>
    <w:rsid w:val="00BD12E9"/>
    <w:rsid w:val="00BE041E"/>
    <w:rsid w:val="00C01FAE"/>
    <w:rsid w:val="00C369C4"/>
    <w:rsid w:val="00C371B5"/>
    <w:rsid w:val="00C52C4F"/>
    <w:rsid w:val="00C7044B"/>
    <w:rsid w:val="00C707EC"/>
    <w:rsid w:val="00C75B70"/>
    <w:rsid w:val="00C773E2"/>
    <w:rsid w:val="00C84699"/>
    <w:rsid w:val="00C96FAB"/>
    <w:rsid w:val="00CB7B00"/>
    <w:rsid w:val="00CC6A3F"/>
    <w:rsid w:val="00CE2C4D"/>
    <w:rsid w:val="00CF0977"/>
    <w:rsid w:val="00D30C02"/>
    <w:rsid w:val="00D44E19"/>
    <w:rsid w:val="00D5296C"/>
    <w:rsid w:val="00D571E7"/>
    <w:rsid w:val="00D618FA"/>
    <w:rsid w:val="00D7038B"/>
    <w:rsid w:val="00D74DD2"/>
    <w:rsid w:val="00D76335"/>
    <w:rsid w:val="00D8118C"/>
    <w:rsid w:val="00DD12DA"/>
    <w:rsid w:val="00DE4D92"/>
    <w:rsid w:val="00DF7628"/>
    <w:rsid w:val="00E24DC5"/>
    <w:rsid w:val="00E47F4A"/>
    <w:rsid w:val="00E518DA"/>
    <w:rsid w:val="00E5786B"/>
    <w:rsid w:val="00E93DC0"/>
    <w:rsid w:val="00EA42CF"/>
    <w:rsid w:val="00EA6F85"/>
    <w:rsid w:val="00EB2C76"/>
    <w:rsid w:val="00ED0611"/>
    <w:rsid w:val="00ED3086"/>
    <w:rsid w:val="00F15502"/>
    <w:rsid w:val="00F32A93"/>
    <w:rsid w:val="00F45B78"/>
    <w:rsid w:val="00F56B84"/>
    <w:rsid w:val="00F6435B"/>
    <w:rsid w:val="00F709E9"/>
    <w:rsid w:val="00F771AE"/>
    <w:rsid w:val="00F772F6"/>
    <w:rsid w:val="00F773E2"/>
    <w:rsid w:val="00FA2B77"/>
    <w:rsid w:val="00FF5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649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7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7649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B76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B7649"/>
    <w:rPr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AB7649"/>
    <w:rPr>
      <w:rFonts w:ascii="宋体" w:hAnsi="Courier New" w:cs="宋体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B7649"/>
    <w:rPr>
      <w:rFonts w:ascii="宋体" w:eastAsia="宋体" w:hAnsi="Courier New" w:cs="宋体"/>
      <w:sz w:val="20"/>
      <w:szCs w:val="20"/>
    </w:rPr>
  </w:style>
  <w:style w:type="paragraph" w:styleId="ListParagraph">
    <w:name w:val="List Paragraph"/>
    <w:basedOn w:val="Normal"/>
    <w:uiPriority w:val="99"/>
    <w:qFormat/>
    <w:rsid w:val="009A7FD8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2D1E9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2F2E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8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</Pages>
  <Words>87</Words>
  <Characters>498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社会保险变更登记表（模板）</dc:title>
  <dc:subject/>
  <dc:creator>微软用户</dc:creator>
  <cp:keywords/>
  <dc:description/>
  <cp:lastModifiedBy>失业保险经办管理处（申报受理处〔筹〕）-方园园</cp:lastModifiedBy>
  <cp:revision>22</cp:revision>
  <cp:lastPrinted>2018-04-02T08:11:00Z</cp:lastPrinted>
  <dcterms:created xsi:type="dcterms:W3CDTF">2018-03-02T11:01:00Z</dcterms:created>
  <dcterms:modified xsi:type="dcterms:W3CDTF">2018-04-04T00:19:00Z</dcterms:modified>
</cp:coreProperties>
</file>